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0" w:type="dxa"/>
        <w:tblLayout w:type="fixed"/>
        <w:tblLook w:val="04A0" w:firstRow="1" w:lastRow="0" w:firstColumn="1" w:lastColumn="0" w:noHBand="0" w:noVBand="1"/>
      </w:tblPr>
      <w:tblGrid>
        <w:gridCol w:w="624"/>
        <w:gridCol w:w="6"/>
        <w:gridCol w:w="5607"/>
        <w:gridCol w:w="1560"/>
        <w:gridCol w:w="567"/>
        <w:gridCol w:w="1184"/>
        <w:gridCol w:w="91"/>
        <w:gridCol w:w="142"/>
        <w:gridCol w:w="142"/>
        <w:gridCol w:w="850"/>
        <w:gridCol w:w="567"/>
      </w:tblGrid>
      <w:tr w:rsidR="001A3B17" w:rsidTr="0013038B">
        <w:trPr>
          <w:gridAfter w:val="1"/>
          <w:wAfter w:w="567" w:type="dxa"/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1A3B17" w:rsidRPr="00E30A1C" w:rsidRDefault="001A3B17" w:rsidP="00D405FD">
            <w:pPr>
              <w:ind w:left="4962" w:right="-127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E30A1C">
              <w:rPr>
                <w:szCs w:val="28"/>
              </w:rPr>
              <w:t>№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ind w:left="4385"/>
              <w:jc w:val="both"/>
              <w:rPr>
                <w:szCs w:val="28"/>
              </w:rPr>
            </w:pPr>
          </w:p>
        </w:tc>
      </w:tr>
      <w:tr w:rsidR="001A3B17" w:rsidTr="0013038B">
        <w:trPr>
          <w:gridAfter w:val="1"/>
          <w:wAfter w:w="567" w:type="dxa"/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13038B">
        <w:trPr>
          <w:gridAfter w:val="1"/>
          <w:wAfter w:w="567" w:type="dxa"/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2A572F" w:rsidRDefault="001A3B17" w:rsidP="00D405FD">
            <w:pPr>
              <w:ind w:left="4962" w:right="-1276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B17" w:rsidRPr="002A572F" w:rsidRDefault="001A3B17" w:rsidP="00C3442C">
            <w:pPr>
              <w:ind w:left="5103"/>
              <w:rPr>
                <w:bCs/>
                <w:szCs w:val="28"/>
              </w:rPr>
            </w:pPr>
          </w:p>
        </w:tc>
      </w:tr>
      <w:tr w:rsidR="001A3B17" w:rsidTr="0013038B">
        <w:trPr>
          <w:gridAfter w:val="5"/>
          <w:wAfter w:w="1792" w:type="dxa"/>
          <w:cantSplit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1A3B17" w:rsidRPr="00BB7245" w:rsidRDefault="002E64C6" w:rsidP="00D405FD">
            <w:pPr>
              <w:tabs>
                <w:tab w:val="left" w:pos="4820"/>
                <w:tab w:val="left" w:pos="9653"/>
              </w:tabs>
              <w:ind w:left="4962" w:right="-992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BB7245">
              <w:rPr>
                <w:szCs w:val="28"/>
              </w:rPr>
              <w:t>22 ноября</w:t>
            </w:r>
            <w:r>
              <w:rPr>
                <w:szCs w:val="28"/>
              </w:rPr>
              <w:t xml:space="preserve"> </w:t>
            </w:r>
            <w:r w:rsidR="001A3B17">
              <w:rPr>
                <w:szCs w:val="28"/>
              </w:rPr>
              <w:t>201</w:t>
            </w:r>
            <w:r w:rsidR="00CA5327">
              <w:rPr>
                <w:szCs w:val="28"/>
              </w:rPr>
              <w:t>8</w:t>
            </w:r>
            <w:r w:rsidR="00805782">
              <w:rPr>
                <w:szCs w:val="28"/>
              </w:rPr>
              <w:t xml:space="preserve"> года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1A3B17" w:rsidRPr="001A3B17" w:rsidRDefault="00E30A1C" w:rsidP="00D405FD">
            <w:pPr>
              <w:tabs>
                <w:tab w:val="left" w:pos="4820"/>
                <w:tab w:val="left" w:pos="9653"/>
              </w:tabs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BB7245">
              <w:rPr>
                <w:szCs w:val="28"/>
              </w:rPr>
              <w:t>380</w:t>
            </w:r>
          </w:p>
        </w:tc>
      </w:tr>
      <w:tr w:rsidR="001A3B17" w:rsidTr="0013038B">
        <w:trPr>
          <w:gridAfter w:val="2"/>
          <w:wAfter w:w="1417" w:type="dxa"/>
          <w:cantSplit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1A3B17" w:rsidRDefault="001A3B17" w:rsidP="00D405FD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3442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1A3B17" w:rsidTr="0013038B">
        <w:trPr>
          <w:gridAfter w:val="2"/>
          <w:wAfter w:w="1417" w:type="dxa"/>
          <w:cantSplit/>
        </w:trPr>
        <w:tc>
          <w:tcPr>
            <w:tcW w:w="83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B17" w:rsidRDefault="001A3B17" w:rsidP="00CC2D3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CC2D3F">
            <w:pPr>
              <w:rPr>
                <w:szCs w:val="28"/>
              </w:rPr>
            </w:pPr>
          </w:p>
        </w:tc>
      </w:tr>
      <w:tr w:rsidR="001A3B17" w:rsidTr="0013038B">
        <w:trPr>
          <w:cantSplit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Объем бюджетных ассигнований, направляемых на </w:t>
            </w:r>
            <w:proofErr w:type="gramStart"/>
            <w:r>
              <w:rPr>
                <w:b/>
                <w:bCs/>
                <w:szCs w:val="28"/>
              </w:rPr>
              <w:t>социальную</w:t>
            </w:r>
            <w:proofErr w:type="gramEnd"/>
          </w:p>
          <w:p w:rsidR="000E67F3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детей, на плановый период</w:t>
            </w:r>
          </w:p>
          <w:p w:rsidR="001A3B17" w:rsidRDefault="001A3B17" w:rsidP="006413ED">
            <w:pPr>
              <w:ind w:right="-95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</w:t>
            </w:r>
            <w:r w:rsidR="00CA5327">
              <w:rPr>
                <w:b/>
                <w:bCs/>
                <w:szCs w:val="28"/>
              </w:rPr>
              <w:t>20 и 2021</w:t>
            </w:r>
            <w:r>
              <w:rPr>
                <w:b/>
                <w:bCs/>
                <w:szCs w:val="28"/>
              </w:rPr>
              <w:t xml:space="preserve"> годов</w:t>
            </w:r>
          </w:p>
          <w:p w:rsidR="001A3B17" w:rsidRPr="00B46B01" w:rsidRDefault="001A3B17" w:rsidP="000E67F3">
            <w:pPr>
              <w:ind w:right="-958"/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3B17" w:rsidRDefault="001A3B17" w:rsidP="000E67F3">
            <w:pPr>
              <w:ind w:right="-958"/>
              <w:jc w:val="center"/>
              <w:rPr>
                <w:b/>
                <w:bCs/>
                <w:szCs w:val="28"/>
              </w:rPr>
            </w:pPr>
          </w:p>
        </w:tc>
      </w:tr>
      <w:tr w:rsidR="001A3B17" w:rsidTr="000152D5">
        <w:trPr>
          <w:gridAfter w:val="4"/>
          <w:wAfter w:w="1701" w:type="dxa"/>
          <w:cantSplit/>
        </w:trPr>
        <w:tc>
          <w:tcPr>
            <w:tcW w:w="7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3B17" w:rsidRPr="00301F22" w:rsidRDefault="001A3B17" w:rsidP="00301F22">
            <w:pPr>
              <w:jc w:val="right"/>
              <w:rPr>
                <w:szCs w:val="28"/>
                <w:lang w:val="en-US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3B17" w:rsidRPr="00301F22" w:rsidRDefault="00301F22" w:rsidP="00301F22">
            <w:pPr>
              <w:ind w:left="-533"/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  <w:lang w:val="en-US"/>
              </w:rPr>
              <w:t xml:space="preserve">     </w:t>
            </w:r>
            <w:r w:rsidRPr="00301F22">
              <w:rPr>
                <w:szCs w:val="28"/>
              </w:rPr>
              <w:t>(тыс. рублей)</w:t>
            </w:r>
          </w:p>
        </w:tc>
      </w:tr>
      <w:tr w:rsidR="002D30AA" w:rsidTr="002D30AA">
        <w:trPr>
          <w:gridAfter w:val="4"/>
          <w:wAfter w:w="1701" w:type="dxa"/>
          <w:cantSplit/>
          <w:trHeight w:val="72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30AA" w:rsidRDefault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Направление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P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2020 </w:t>
            </w:r>
            <w:r>
              <w:rPr>
                <w:szCs w:val="28"/>
              </w:rPr>
              <w:t>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</w:p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2021 год</w:t>
            </w:r>
          </w:p>
        </w:tc>
      </w:tr>
      <w:tr w:rsidR="002D30AA" w:rsidTr="002D30AA">
        <w:trPr>
          <w:gridAfter w:val="4"/>
          <w:wAfter w:w="1701" w:type="dxa"/>
          <w:cantSplit/>
          <w:trHeight w:val="272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D30AA" w:rsidRDefault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AA" w:rsidRP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0AA" w:rsidRDefault="002D30AA" w:rsidP="002D30A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A3B17" w:rsidRPr="000E67F3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A5327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 xml:space="preserve">Обеспечение отдыха и оздоровления детей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D405FD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617,3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D405FD" w:rsidP="000E67F3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617,3</w:t>
            </w:r>
          </w:p>
        </w:tc>
      </w:tr>
      <w:tr w:rsidR="001A3B17" w:rsidRPr="000E67F3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B17" w:rsidRDefault="001A3B17" w:rsidP="00A3425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B17" w:rsidRPr="000E67F3" w:rsidRDefault="001A3B17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предоставлению жилых п</w:t>
            </w:r>
            <w:r w:rsidRPr="000E67F3">
              <w:rPr>
                <w:sz w:val="27"/>
                <w:szCs w:val="27"/>
              </w:rPr>
              <w:t>о</w:t>
            </w:r>
            <w:r w:rsidRPr="000E67F3">
              <w:rPr>
                <w:sz w:val="27"/>
                <w:szCs w:val="27"/>
              </w:rPr>
              <w:t>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лых помещений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3B17" w:rsidRPr="000E67F3" w:rsidRDefault="003572E3" w:rsidP="00D405FD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31 438,6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B17" w:rsidRPr="000E67F3" w:rsidRDefault="003572E3" w:rsidP="009F3126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31 438,6</w:t>
            </w:r>
          </w:p>
        </w:tc>
      </w:tr>
      <w:tr w:rsidR="0026763E" w:rsidRPr="000E67F3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A3425A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ежемесячного возн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граждения, причитающегося патронатным воспитателям за оказание услуг по осущест</w:t>
            </w:r>
            <w:r w:rsidRPr="000E67F3">
              <w:rPr>
                <w:sz w:val="27"/>
                <w:szCs w:val="27"/>
              </w:rPr>
              <w:t>в</w:t>
            </w:r>
            <w:r w:rsidRPr="000E67F3">
              <w:rPr>
                <w:sz w:val="27"/>
                <w:szCs w:val="27"/>
              </w:rPr>
              <w:t xml:space="preserve">лению патронатного воспитания и </w:t>
            </w:r>
            <w:proofErr w:type="spellStart"/>
            <w:r w:rsidRPr="000E67F3">
              <w:rPr>
                <w:sz w:val="27"/>
                <w:szCs w:val="27"/>
              </w:rPr>
              <w:t>постинте</w:t>
            </w:r>
            <w:r w:rsidRPr="000E67F3">
              <w:rPr>
                <w:sz w:val="27"/>
                <w:szCs w:val="27"/>
              </w:rPr>
              <w:t>р</w:t>
            </w:r>
            <w:r w:rsidRPr="000E67F3">
              <w:rPr>
                <w:sz w:val="27"/>
                <w:szCs w:val="27"/>
              </w:rPr>
              <w:t>натного</w:t>
            </w:r>
            <w:proofErr w:type="spellEnd"/>
            <w:r w:rsidRPr="000E67F3">
              <w:rPr>
                <w:sz w:val="27"/>
                <w:szCs w:val="27"/>
              </w:rPr>
              <w:t xml:space="preserve"> сопровождения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0E67F3" w:rsidRDefault="0026763E" w:rsidP="00CC2D3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496,2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0E67F3" w:rsidRDefault="0026763E" w:rsidP="002D30AA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516,0</w:t>
            </w:r>
          </w:p>
        </w:tc>
      </w:tr>
      <w:tr w:rsidR="0026763E" w:rsidRPr="000E67F3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ежемесячного возн</w:t>
            </w:r>
            <w:r w:rsidRPr="000E67F3">
              <w:rPr>
                <w:sz w:val="27"/>
                <w:szCs w:val="27"/>
              </w:rPr>
              <w:t>а</w:t>
            </w:r>
            <w:r w:rsidRPr="000E67F3">
              <w:rPr>
                <w:sz w:val="27"/>
                <w:szCs w:val="27"/>
              </w:rPr>
              <w:t>граждения, причитающегося приемным род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телям за оказание услуг по воспитанию пр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емных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CC2D3F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43 350,5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45 083,0</w:t>
            </w:r>
          </w:p>
        </w:tc>
      </w:tr>
      <w:tr w:rsidR="0026763E" w:rsidRPr="000E67F3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63E" w:rsidRDefault="0026763E" w:rsidP="002D30A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ежемесячных дене</w:t>
            </w:r>
            <w:r w:rsidRPr="000E67F3">
              <w:rPr>
                <w:sz w:val="27"/>
                <w:szCs w:val="27"/>
              </w:rPr>
              <w:t>ж</w:t>
            </w:r>
            <w:r w:rsidRPr="000E67F3">
              <w:rPr>
                <w:sz w:val="27"/>
                <w:szCs w:val="27"/>
              </w:rPr>
              <w:t>ных средств на содержание детей, нужда</w:t>
            </w:r>
            <w:r w:rsidRPr="000E67F3">
              <w:rPr>
                <w:sz w:val="27"/>
                <w:szCs w:val="27"/>
              </w:rPr>
              <w:t>ю</w:t>
            </w:r>
            <w:r w:rsidRPr="000E67F3">
              <w:rPr>
                <w:sz w:val="27"/>
                <w:szCs w:val="27"/>
              </w:rPr>
              <w:t>щихся в особой заботе государства, переда</w:t>
            </w:r>
            <w:r w:rsidRPr="000E67F3">
              <w:rPr>
                <w:sz w:val="27"/>
                <w:szCs w:val="27"/>
              </w:rPr>
              <w:t>н</w:t>
            </w:r>
            <w:r w:rsidRPr="000E67F3">
              <w:rPr>
                <w:sz w:val="27"/>
                <w:szCs w:val="27"/>
              </w:rPr>
              <w:t>ных на патронатное воспитание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CC2D3F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436,7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454,1</w:t>
            </w:r>
          </w:p>
        </w:tc>
      </w:tr>
      <w:tr w:rsidR="0026763E" w:rsidRPr="000E67F3" w:rsidTr="000152D5">
        <w:trPr>
          <w:gridAfter w:val="4"/>
          <w:wAfter w:w="1701" w:type="dxa"/>
          <w:cantSplit/>
          <w:trHeight w:val="18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63E" w:rsidRPr="00B45DFC" w:rsidRDefault="00B45DFC" w:rsidP="002D30AA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>
              <w:rPr>
                <w:szCs w:val="28"/>
                <w:lang w:val="en-US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63E" w:rsidRPr="000E67F3" w:rsidRDefault="0026763E" w:rsidP="00CC2D3F">
            <w:pPr>
              <w:jc w:val="both"/>
              <w:rPr>
                <w:sz w:val="27"/>
                <w:szCs w:val="27"/>
              </w:rPr>
            </w:pPr>
            <w:r w:rsidRPr="000E67F3">
              <w:rPr>
                <w:sz w:val="27"/>
                <w:szCs w:val="27"/>
              </w:rPr>
              <w:t>Осуществление отдельных государственных полномочий по выплате ежемесячных дене</w:t>
            </w:r>
            <w:r w:rsidRPr="000E67F3">
              <w:rPr>
                <w:sz w:val="27"/>
                <w:szCs w:val="27"/>
              </w:rPr>
              <w:t>ж</w:t>
            </w:r>
            <w:r w:rsidRPr="000E67F3">
              <w:rPr>
                <w:sz w:val="27"/>
                <w:szCs w:val="27"/>
              </w:rPr>
              <w:t>ных средств на содержание детей-сирот и д</w:t>
            </w:r>
            <w:r w:rsidRPr="000E67F3">
              <w:rPr>
                <w:sz w:val="27"/>
                <w:szCs w:val="27"/>
              </w:rPr>
              <w:t>е</w:t>
            </w:r>
            <w:r w:rsidRPr="000E67F3">
              <w:rPr>
                <w:sz w:val="27"/>
                <w:szCs w:val="27"/>
              </w:rPr>
              <w:t>тей, оставшихся без попечения родителей, находящихся под опекой (попечительством), включая предварительную опеку (попеч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тельство), переданных на воспитание в пр</w:t>
            </w:r>
            <w:r w:rsidRPr="000E67F3">
              <w:rPr>
                <w:sz w:val="27"/>
                <w:szCs w:val="27"/>
              </w:rPr>
              <w:t>и</w:t>
            </w:r>
            <w:r w:rsidRPr="000E67F3">
              <w:rPr>
                <w:sz w:val="27"/>
                <w:szCs w:val="27"/>
              </w:rPr>
              <w:t>емную семью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63E" w:rsidRPr="002E20A2" w:rsidRDefault="0026763E" w:rsidP="00A3425A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48 125,2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63E" w:rsidRPr="002E20A2" w:rsidRDefault="0026763E" w:rsidP="000E67F3">
            <w:pPr>
              <w:jc w:val="right"/>
              <w:rPr>
                <w:sz w:val="27"/>
                <w:szCs w:val="27"/>
              </w:rPr>
            </w:pPr>
            <w:r w:rsidRPr="002E20A2">
              <w:rPr>
                <w:sz w:val="27"/>
                <w:szCs w:val="27"/>
              </w:rPr>
              <w:t>50 049,6</w:t>
            </w:r>
          </w:p>
        </w:tc>
      </w:tr>
      <w:tr w:rsidR="00B45DFC" w:rsidRPr="00D405FD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FC" w:rsidRPr="00D405FD" w:rsidRDefault="00B45DFC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  <w:lang w:val="en-US"/>
              </w:rPr>
              <w:lastRenderedPageBreak/>
              <w:t>7</w:t>
            </w:r>
            <w:r w:rsidRPr="00D405FD">
              <w:rPr>
                <w:szCs w:val="28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FC" w:rsidRPr="00D405FD" w:rsidRDefault="00B45DFC" w:rsidP="00CC2D3F">
            <w:pPr>
              <w:jc w:val="both"/>
              <w:rPr>
                <w:szCs w:val="28"/>
              </w:rPr>
            </w:pPr>
            <w:r w:rsidRPr="00D405FD">
              <w:rPr>
                <w:szCs w:val="28"/>
              </w:rPr>
              <w:t>Осуществление отдельных государственных полномочий по обеспечению выплаты ко</w:t>
            </w:r>
            <w:r w:rsidRPr="00D405FD">
              <w:rPr>
                <w:szCs w:val="28"/>
              </w:rPr>
              <w:t>м</w:t>
            </w:r>
            <w:r w:rsidRPr="00D405FD">
              <w:rPr>
                <w:szCs w:val="28"/>
              </w:rPr>
              <w:t>пенсации части родительской платы за пр</w:t>
            </w:r>
            <w:r w:rsidRPr="00D405FD">
              <w:rPr>
                <w:szCs w:val="28"/>
              </w:rPr>
              <w:t>и</w:t>
            </w:r>
            <w:r w:rsidRPr="00D405FD">
              <w:rPr>
                <w:szCs w:val="28"/>
              </w:rPr>
              <w:t>смотр и уход за детьми, посещающими о</w:t>
            </w:r>
            <w:r w:rsidRPr="00D405FD">
              <w:rPr>
                <w:szCs w:val="28"/>
              </w:rPr>
              <w:t>б</w:t>
            </w:r>
            <w:r w:rsidRPr="00D405FD">
              <w:rPr>
                <w:szCs w:val="28"/>
              </w:rPr>
              <w:t>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D405FD" w:rsidRDefault="00B45DFC" w:rsidP="00CC2D3F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9 372,0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DFC" w:rsidRPr="00D405FD" w:rsidRDefault="00B45DFC" w:rsidP="000E67F3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9 372,0</w:t>
            </w:r>
          </w:p>
        </w:tc>
      </w:tr>
      <w:tr w:rsidR="00B45DFC" w:rsidRPr="00D405FD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FC" w:rsidRPr="00D405FD" w:rsidRDefault="00B45DFC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  <w:lang w:val="en-US"/>
              </w:rPr>
              <w:t>8</w:t>
            </w:r>
            <w:r w:rsidRPr="00D405FD">
              <w:rPr>
                <w:szCs w:val="28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DFC" w:rsidRPr="00D405FD" w:rsidRDefault="00B45DFC" w:rsidP="00CC2D3F">
            <w:pPr>
              <w:jc w:val="both"/>
              <w:rPr>
                <w:szCs w:val="28"/>
              </w:rPr>
            </w:pPr>
            <w:r w:rsidRPr="00D405FD">
              <w:rPr>
                <w:szCs w:val="28"/>
              </w:rPr>
              <w:t>Осуществление отдельных государственных полномочий по обеспечению льготным п</w:t>
            </w:r>
            <w:r w:rsidRPr="00D405FD">
              <w:rPr>
                <w:szCs w:val="28"/>
              </w:rPr>
              <w:t>и</w:t>
            </w:r>
            <w:r w:rsidRPr="00D405FD">
              <w:rPr>
                <w:szCs w:val="28"/>
              </w:rPr>
              <w:t>танием учащихся из многодетных семей в муниципальных общеобразовательных о</w:t>
            </w:r>
            <w:r w:rsidRPr="00D405FD">
              <w:rPr>
                <w:szCs w:val="28"/>
              </w:rPr>
              <w:t>р</w:t>
            </w:r>
            <w:r w:rsidRPr="00D405FD">
              <w:rPr>
                <w:szCs w:val="28"/>
              </w:rPr>
              <w:t>ганизациях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D405FD" w:rsidRDefault="00B45DFC" w:rsidP="00CA5327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1 111,5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DFC" w:rsidRPr="00D405FD" w:rsidRDefault="00B45DFC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1 111,5</w:t>
            </w:r>
          </w:p>
        </w:tc>
      </w:tr>
      <w:tr w:rsidR="00B45DFC" w:rsidRPr="00D405FD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FC" w:rsidRPr="00D405FD" w:rsidRDefault="00B45DFC" w:rsidP="002D30AA">
            <w:pPr>
              <w:jc w:val="right"/>
              <w:rPr>
                <w:szCs w:val="28"/>
                <w:lang w:val="en-US"/>
              </w:rPr>
            </w:pPr>
            <w:r w:rsidRPr="00D405FD">
              <w:rPr>
                <w:szCs w:val="28"/>
              </w:rPr>
              <w:t>9</w:t>
            </w:r>
            <w:r w:rsidRPr="00D405FD">
              <w:rPr>
                <w:szCs w:val="28"/>
                <w:lang w:val="en-US"/>
              </w:rPr>
              <w:t>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D405FD" w:rsidRDefault="00B45DFC" w:rsidP="002D30AA">
            <w:pPr>
              <w:rPr>
                <w:szCs w:val="28"/>
              </w:rPr>
            </w:pPr>
            <w:r w:rsidRPr="00D405FD">
              <w:rPr>
                <w:szCs w:val="28"/>
              </w:rPr>
              <w:t>Социальное обслуживание семьи и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DFC" w:rsidRPr="00D405FD" w:rsidRDefault="00B45DFC" w:rsidP="002D30AA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415,0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DFC" w:rsidRPr="00D405FD" w:rsidRDefault="00B45DFC" w:rsidP="000E67F3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415,0</w:t>
            </w:r>
          </w:p>
        </w:tc>
      </w:tr>
      <w:tr w:rsidR="00D405FD" w:rsidRPr="00D405FD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5FD" w:rsidRPr="00D405FD" w:rsidRDefault="00D405FD" w:rsidP="00D405FD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10.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5FD" w:rsidRPr="00D405FD" w:rsidRDefault="00D405FD" w:rsidP="00D405FD">
            <w:pPr>
              <w:rPr>
                <w:szCs w:val="28"/>
              </w:rPr>
            </w:pPr>
            <w:r w:rsidRPr="00D405FD">
              <w:rPr>
                <w:szCs w:val="28"/>
              </w:rPr>
              <w:t>Осуществление отдельных государственных полномочий по оплате проезда детей-сирот и детей, оставшихся без попечения родит</w:t>
            </w:r>
            <w:r w:rsidRPr="00D405FD">
              <w:rPr>
                <w:szCs w:val="28"/>
              </w:rPr>
              <w:t>е</w:t>
            </w:r>
            <w:r w:rsidRPr="00D405FD">
              <w:rPr>
                <w:szCs w:val="28"/>
              </w:rPr>
              <w:t>лей, находящихся под опекой (попечител</w:t>
            </w:r>
            <w:r w:rsidRPr="00D405FD">
              <w:rPr>
                <w:szCs w:val="28"/>
              </w:rPr>
              <w:t>ь</w:t>
            </w:r>
            <w:r w:rsidRPr="00D405FD">
              <w:rPr>
                <w:szCs w:val="28"/>
              </w:rPr>
              <w:t>ством), включая предварительную опеку (попечительство), переданных на воспит</w:t>
            </w:r>
            <w:r w:rsidRPr="00D405FD">
              <w:rPr>
                <w:szCs w:val="28"/>
              </w:rPr>
              <w:t>а</w:t>
            </w:r>
            <w:r w:rsidRPr="00D405FD">
              <w:rPr>
                <w:szCs w:val="28"/>
              </w:rPr>
              <w:t>ние в приемную семью или на патронатное воспитание, к месту лечения и обратно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5FD" w:rsidRPr="00D405FD" w:rsidRDefault="00D405FD" w:rsidP="00D405FD">
            <w:pPr>
              <w:jc w:val="right"/>
              <w:rPr>
                <w:szCs w:val="28"/>
              </w:rPr>
            </w:pPr>
            <w:r w:rsidRPr="00D405FD">
              <w:rPr>
                <w:szCs w:val="28"/>
              </w:rPr>
              <w:t>128,7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05FD" w:rsidRPr="00D405FD" w:rsidRDefault="00D405FD" w:rsidP="00D405F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128,7</w:t>
            </w:r>
          </w:p>
        </w:tc>
      </w:tr>
      <w:tr w:rsidR="00D405FD" w:rsidRPr="00D405FD" w:rsidTr="000152D5">
        <w:trPr>
          <w:gridAfter w:val="4"/>
          <w:wAfter w:w="1701" w:type="dxa"/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5FD" w:rsidRPr="00D405FD" w:rsidRDefault="00D405FD" w:rsidP="00D405FD">
            <w:pPr>
              <w:rPr>
                <w:szCs w:val="28"/>
              </w:rPr>
            </w:pPr>
          </w:p>
          <w:p w:rsidR="00D405FD" w:rsidRPr="00D405FD" w:rsidRDefault="00D405FD" w:rsidP="00D405FD">
            <w:pPr>
              <w:rPr>
                <w:szCs w:val="28"/>
              </w:rPr>
            </w:pPr>
            <w:r w:rsidRPr="00D405FD">
              <w:rPr>
                <w:szCs w:val="28"/>
              </w:rPr>
              <w:t xml:space="preserve"> </w:t>
            </w:r>
          </w:p>
        </w:tc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5FD" w:rsidRPr="00D405FD" w:rsidRDefault="00D405FD" w:rsidP="00D405FD">
            <w:pPr>
              <w:rPr>
                <w:b/>
                <w:bCs/>
                <w:szCs w:val="28"/>
              </w:rPr>
            </w:pPr>
            <w:r w:rsidRPr="00D405FD"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5FD" w:rsidRPr="00406A12" w:rsidRDefault="003572E3" w:rsidP="003F7DC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134</w:t>
            </w:r>
            <w:r w:rsidR="007C1F6A">
              <w:rPr>
                <w:b/>
                <w:bCs/>
                <w:szCs w:val="28"/>
              </w:rPr>
              <w:t>5</w:t>
            </w:r>
            <w:r>
              <w:rPr>
                <w:b/>
                <w:bCs/>
                <w:szCs w:val="28"/>
              </w:rPr>
              <w:t> 491,7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5FD" w:rsidRPr="00D405FD" w:rsidRDefault="003572E3" w:rsidP="00D405F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139 185,8</w:t>
            </w:r>
          </w:p>
        </w:tc>
      </w:tr>
    </w:tbl>
    <w:p w:rsidR="00CA770E" w:rsidRDefault="00CA770E" w:rsidP="007E513A"/>
    <w:p w:rsidR="00D405FD" w:rsidRDefault="00D405FD" w:rsidP="00D405FD">
      <w:pPr>
        <w:ind w:left="8496" w:firstLine="708"/>
      </w:pPr>
      <w:bookmarkStart w:id="0" w:name="_GoBack"/>
      <w:bookmarkEnd w:id="0"/>
    </w:p>
    <w:p w:rsidR="00D405FD" w:rsidRDefault="00D405FD" w:rsidP="00D405FD">
      <w:pPr>
        <w:ind w:left="8496" w:firstLine="708"/>
      </w:pPr>
    </w:p>
    <w:p w:rsidR="00627195" w:rsidRDefault="00DE0276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r w:rsidR="00E30A1C">
        <w:rPr>
          <w:szCs w:val="28"/>
        </w:rPr>
        <w:t>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образования Новокубанский район</w:t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</w:r>
      <w:r w:rsidR="00D405FD">
        <w:rPr>
          <w:szCs w:val="28"/>
        </w:rPr>
        <w:tab/>
        <w:t xml:space="preserve">   </w:t>
      </w:r>
      <w:proofErr w:type="spellStart"/>
      <w:r w:rsidR="00D405FD">
        <w:rPr>
          <w:szCs w:val="28"/>
        </w:rPr>
        <w:t>Е.В.Афонина</w:t>
      </w:r>
      <w:proofErr w:type="spellEnd"/>
    </w:p>
    <w:p w:rsidR="00627195" w:rsidRPr="00AA75FA" w:rsidRDefault="00627195" w:rsidP="007E513A"/>
    <w:sectPr w:rsidR="00627195" w:rsidRPr="00AA75FA" w:rsidSect="00F10CD8">
      <w:headerReference w:type="default" r:id="rId8"/>
      <w:headerReference w:type="first" r:id="rId9"/>
      <w:pgSz w:w="11906" w:h="16838"/>
      <w:pgMar w:top="1276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D8" w:rsidRDefault="00F10CD8" w:rsidP="00E12559">
      <w:r>
        <w:separator/>
      </w:r>
    </w:p>
  </w:endnote>
  <w:endnote w:type="continuationSeparator" w:id="0">
    <w:p w:rsidR="00F10CD8" w:rsidRDefault="00F10CD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D8" w:rsidRDefault="00F10CD8" w:rsidP="00E12559">
      <w:r>
        <w:separator/>
      </w:r>
    </w:p>
  </w:footnote>
  <w:footnote w:type="continuationSeparator" w:id="0">
    <w:p w:rsidR="00F10CD8" w:rsidRDefault="00F10CD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F10CD8" w:rsidRDefault="00F10CD8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1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CD8" w:rsidRDefault="00F10C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463C4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572E3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3F7DC2"/>
    <w:rsid w:val="004007E9"/>
    <w:rsid w:val="00406A12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1F6A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0EC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4182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3C55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38C5"/>
    <w:rsid w:val="00D35230"/>
    <w:rsid w:val="00D36B82"/>
    <w:rsid w:val="00D378F2"/>
    <w:rsid w:val="00D405FD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44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56AC1-9DF9-4A82-9FE9-58F072971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337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45</cp:revision>
  <cp:lastPrinted>2019-08-13T14:06:00Z</cp:lastPrinted>
  <dcterms:created xsi:type="dcterms:W3CDTF">2017-09-18T13:02:00Z</dcterms:created>
  <dcterms:modified xsi:type="dcterms:W3CDTF">2019-08-23T11:58:00Z</dcterms:modified>
</cp:coreProperties>
</file>